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E4D" w:rsidRPr="00874329" w:rsidRDefault="00994B37" w:rsidP="0099024B">
      <w:pPr>
        <w:jc w:val="center"/>
        <w:rPr>
          <w:rFonts w:ascii="Microsoft PhagsPa" w:hAnsi="Microsoft PhagsPa"/>
          <w:i/>
          <w:sz w:val="22"/>
        </w:rPr>
      </w:pPr>
      <w:bookmarkStart w:id="0" w:name="_GoBack"/>
      <w:bookmarkEnd w:id="0"/>
      <w:r w:rsidRPr="00874329">
        <w:rPr>
          <w:rFonts w:ascii="Microsoft PhagsPa" w:hAnsi="Microsoft PhagsPa"/>
          <w:i/>
          <w:sz w:val="22"/>
        </w:rPr>
        <w:t xml:space="preserve">(auf dickes </w:t>
      </w:r>
      <w:r w:rsidR="0099024B" w:rsidRPr="00874329">
        <w:rPr>
          <w:rFonts w:ascii="Microsoft PhagsPa" w:hAnsi="Microsoft PhagsPa"/>
          <w:i/>
          <w:sz w:val="22"/>
        </w:rPr>
        <w:t>Papier drucken und zu etwa karteikartengro</w:t>
      </w:r>
      <w:r w:rsidRPr="00874329">
        <w:rPr>
          <w:rFonts w:ascii="Microsoft PhagsPa" w:hAnsi="Microsoft PhagsPa"/>
          <w:i/>
          <w:sz w:val="22"/>
        </w:rPr>
        <w:t xml:space="preserve">ßen Kärtchen </w:t>
      </w:r>
      <w:r w:rsidR="0099024B" w:rsidRPr="00874329">
        <w:rPr>
          <w:rFonts w:ascii="Microsoft PhagsPa" w:hAnsi="Microsoft PhagsPa"/>
          <w:i/>
          <w:sz w:val="22"/>
        </w:rPr>
        <w:t>schneiden)</w:t>
      </w:r>
    </w:p>
    <w:p w:rsidR="0099024B" w:rsidRPr="00874329" w:rsidRDefault="0099024B" w:rsidP="0099024B">
      <w:pPr>
        <w:jc w:val="center"/>
        <w:rPr>
          <w:rFonts w:ascii="Microsoft PhagsPa" w:hAnsi="Microsoft PhagsPa"/>
          <w:sz w:val="22"/>
        </w:rPr>
      </w:pPr>
    </w:p>
    <w:p w:rsidR="00994B37" w:rsidRPr="00874329" w:rsidRDefault="00994B37" w:rsidP="00994B37">
      <w:pPr>
        <w:rPr>
          <w:rFonts w:ascii="Microsoft PhagsPa" w:hAnsi="Microsoft PhagsPa"/>
          <w:sz w:val="22"/>
          <w:szCs w:val="52"/>
        </w:rPr>
      </w:pPr>
    </w:p>
    <w:p w:rsidR="00994B37" w:rsidRPr="00874329" w:rsidRDefault="00994B37" w:rsidP="0099024B">
      <w:pPr>
        <w:jc w:val="center"/>
        <w:rPr>
          <w:rFonts w:ascii="Microsoft PhagsPa" w:hAnsi="Microsoft PhagsPa"/>
          <w:sz w:val="48"/>
          <w:szCs w:val="52"/>
        </w:rPr>
      </w:pPr>
    </w:p>
    <w:p w:rsidR="0099024B" w:rsidRPr="00874329" w:rsidRDefault="00994B37" w:rsidP="0099024B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t>Es begab sich aber,</w:t>
      </w:r>
    </w:p>
    <w:p w:rsidR="00994B37" w:rsidRPr="00874329" w:rsidRDefault="00994B37" w:rsidP="0099024B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t>als sich die Menge zu ihm drängte,</w:t>
      </w:r>
    </w:p>
    <w:p w:rsidR="00994B37" w:rsidRPr="00874329" w:rsidRDefault="00994B37" w:rsidP="0099024B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t>zu hören das Wort Gottes,</w:t>
      </w:r>
    </w:p>
    <w:p w:rsidR="00994B37" w:rsidRPr="00874329" w:rsidRDefault="00994B37" w:rsidP="0099024B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t>da stand er am See Genezareth.</w:t>
      </w:r>
    </w:p>
    <w:p w:rsidR="00994B37" w:rsidRPr="00874329" w:rsidRDefault="00994B37" w:rsidP="00994B37">
      <w:pPr>
        <w:rPr>
          <w:rFonts w:ascii="Microsoft PhagsPa" w:hAnsi="Microsoft PhagsPa"/>
          <w:sz w:val="52"/>
          <w:szCs w:val="56"/>
        </w:rPr>
      </w:pPr>
    </w:p>
    <w:p w:rsidR="00994B37" w:rsidRPr="00874329" w:rsidRDefault="00994B37" w:rsidP="0099024B">
      <w:pPr>
        <w:jc w:val="center"/>
        <w:rPr>
          <w:rFonts w:ascii="Microsoft PhagsPa" w:hAnsi="Microsoft PhagsPa"/>
          <w:sz w:val="52"/>
          <w:szCs w:val="56"/>
        </w:rPr>
      </w:pPr>
    </w:p>
    <w:p w:rsidR="00994B37" w:rsidRPr="00874329" w:rsidRDefault="00994B37" w:rsidP="0099024B">
      <w:pPr>
        <w:jc w:val="center"/>
        <w:rPr>
          <w:rFonts w:ascii="Microsoft PhagsPa" w:hAnsi="Microsoft PhagsPa"/>
          <w:sz w:val="52"/>
          <w:szCs w:val="56"/>
        </w:rPr>
      </w:pPr>
    </w:p>
    <w:p w:rsidR="00994B37" w:rsidRPr="00874329" w:rsidRDefault="00994B37" w:rsidP="0099024B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t>Und er sah zwei Boote am Ufer liegen;</w:t>
      </w:r>
    </w:p>
    <w:p w:rsidR="00994B37" w:rsidRPr="00874329" w:rsidRDefault="00994B37" w:rsidP="0099024B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t xml:space="preserve">die Fischer aber </w:t>
      </w:r>
    </w:p>
    <w:p w:rsidR="00994B37" w:rsidRPr="00874329" w:rsidRDefault="00994B37" w:rsidP="0099024B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t>waren ausgestiegen</w:t>
      </w:r>
    </w:p>
    <w:p w:rsidR="00994B37" w:rsidRPr="00874329" w:rsidRDefault="00994B37" w:rsidP="0099024B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t>und wuschen ihre Netze.</w:t>
      </w:r>
    </w:p>
    <w:p w:rsidR="00994B37" w:rsidRPr="00874329" w:rsidRDefault="00994B37" w:rsidP="0099024B">
      <w:pPr>
        <w:jc w:val="center"/>
        <w:rPr>
          <w:rFonts w:ascii="Microsoft PhagsPa" w:hAnsi="Microsoft PhagsPa"/>
          <w:sz w:val="52"/>
          <w:szCs w:val="56"/>
        </w:rPr>
      </w:pPr>
    </w:p>
    <w:p w:rsidR="00994B37" w:rsidRPr="00874329" w:rsidRDefault="00994B37" w:rsidP="00994B37">
      <w:pPr>
        <w:rPr>
          <w:rFonts w:ascii="Microsoft PhagsPa" w:hAnsi="Microsoft PhagsPa"/>
          <w:sz w:val="52"/>
          <w:szCs w:val="56"/>
        </w:rPr>
      </w:pPr>
    </w:p>
    <w:p w:rsidR="00994B37" w:rsidRPr="00874329" w:rsidRDefault="00994B37" w:rsidP="0099024B">
      <w:pPr>
        <w:jc w:val="center"/>
        <w:rPr>
          <w:rFonts w:ascii="Microsoft PhagsPa" w:hAnsi="Microsoft PhagsPa"/>
          <w:sz w:val="52"/>
          <w:szCs w:val="56"/>
        </w:rPr>
      </w:pPr>
    </w:p>
    <w:p w:rsidR="00994B37" w:rsidRPr="00874329" w:rsidRDefault="00994B37" w:rsidP="0099024B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t>Da stieg er in eines der Boote,</w:t>
      </w: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t xml:space="preserve">das Simon gehörte, und bat ihn, </w:t>
      </w:r>
    </w:p>
    <w:p w:rsidR="00994B37" w:rsidRPr="00874329" w:rsidRDefault="00994B37" w:rsidP="0099024B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t>ein wenig vom Land wegzufahren.</w:t>
      </w: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t xml:space="preserve">Und er setzte sich </w:t>
      </w:r>
    </w:p>
    <w:p w:rsidR="00994B37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t>und lehrte die Menge vom Boot aus.</w:t>
      </w:r>
    </w:p>
    <w:p w:rsidR="00874329" w:rsidRPr="00874329" w:rsidRDefault="00874329" w:rsidP="00994B37">
      <w:pPr>
        <w:jc w:val="center"/>
        <w:rPr>
          <w:rFonts w:ascii="Microsoft PhagsPa" w:hAnsi="Microsoft PhagsPa"/>
          <w:sz w:val="52"/>
          <w:szCs w:val="56"/>
        </w:rPr>
      </w:pP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t>Und als er aufgehört hatte zu reden,</w:t>
      </w: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t>sprach er zu Simon:</w:t>
      </w: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t>Fahre hinaus, wo es tief ist,</w:t>
      </w: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t>und werft eure Netze zum Fang aus!</w:t>
      </w: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t>Und Simon antwortete und sprach:</w:t>
      </w: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t xml:space="preserve">Meister, </w:t>
      </w: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t>wir haben die ganze Nacht gearbeitet und nichts gefangen;</w:t>
      </w: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t xml:space="preserve">aber auf dein Wort hin </w:t>
      </w: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t>will ich die Netze auswerfen.</w:t>
      </w: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t>Und als sie das taten,</w:t>
      </w: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t>fingen sie eine große Menge Fische</w:t>
      </w: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t xml:space="preserve">und ihre Netze </w:t>
      </w: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t>begannen zu reißen.</w:t>
      </w: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lastRenderedPageBreak/>
        <w:t>Und sie winkten ihren Gefährten,</w:t>
      </w: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t>die im anderen Boot waren,</w:t>
      </w: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t xml:space="preserve">sie sollten kommen </w:t>
      </w: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t>und ihnen ziehen helfen.</w:t>
      </w: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t xml:space="preserve">Und sie kamen </w:t>
      </w: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t>und füllten beide Boote voll,</w:t>
      </w: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t>so dass sie fast sanken.</w:t>
      </w: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t>Da Simon Petrus das sah,</w:t>
      </w: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t xml:space="preserve">fiel er Jesus zu Füßen </w:t>
      </w: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t>und sprach:</w:t>
      </w: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t>Herr, geh weg von mir!</w:t>
      </w: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t>Ich bin ein sündiger Mensch.</w:t>
      </w: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</w:p>
    <w:p w:rsidR="00994B37" w:rsidRPr="00874329" w:rsidRDefault="00994B37" w:rsidP="00994B37">
      <w:pPr>
        <w:rPr>
          <w:rFonts w:ascii="Microsoft PhagsPa" w:hAnsi="Microsoft PhagsPa"/>
          <w:sz w:val="52"/>
          <w:szCs w:val="56"/>
        </w:rPr>
      </w:pP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lastRenderedPageBreak/>
        <w:t>Denn ein Schrecken hatte ihn erfasst</w:t>
      </w: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t>und alle, die mit ihm waren,</w:t>
      </w: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t>über diesen Fang,</w:t>
      </w: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t>den sie miteinander getan hatten,</w:t>
      </w: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t>ebenso auch Jakobus und Johannes,</w:t>
      </w: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t xml:space="preserve">die Söhne des Zebedäus, </w:t>
      </w: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t>Simons Gefährten.</w:t>
      </w: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t>Und Jesus sprach zu Simon:</w:t>
      </w: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t>Fürchte dich nicht!</w:t>
      </w: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t xml:space="preserve">Von nun an </w:t>
      </w: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t>wirst du Menschen fangen.</w:t>
      </w: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</w:p>
    <w:p w:rsidR="00994B37" w:rsidRPr="00874329" w:rsidRDefault="00994B37" w:rsidP="00994B37">
      <w:pPr>
        <w:rPr>
          <w:rFonts w:ascii="Microsoft PhagsPa" w:hAnsi="Microsoft PhagsPa"/>
          <w:sz w:val="52"/>
          <w:szCs w:val="56"/>
        </w:rPr>
      </w:pP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lastRenderedPageBreak/>
        <w:t>Und sie brachten die Boote ans Land</w:t>
      </w: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t>und verließen alles</w:t>
      </w:r>
    </w:p>
    <w:p w:rsidR="00994B37" w:rsidRPr="00874329" w:rsidRDefault="00994B37" w:rsidP="00994B37">
      <w:pPr>
        <w:jc w:val="center"/>
        <w:rPr>
          <w:rFonts w:ascii="Microsoft PhagsPa" w:hAnsi="Microsoft PhagsPa"/>
          <w:sz w:val="52"/>
          <w:szCs w:val="56"/>
        </w:rPr>
      </w:pPr>
      <w:r w:rsidRPr="00874329">
        <w:rPr>
          <w:rFonts w:ascii="Microsoft PhagsPa" w:hAnsi="Microsoft PhagsPa"/>
          <w:sz w:val="52"/>
          <w:szCs w:val="56"/>
        </w:rPr>
        <w:t xml:space="preserve">und folgten ihm nach. </w:t>
      </w:r>
    </w:p>
    <w:p w:rsidR="0099024B" w:rsidRPr="00874329" w:rsidRDefault="0099024B" w:rsidP="00994B37">
      <w:pPr>
        <w:rPr>
          <w:rFonts w:ascii="Microsoft PhagsPa" w:hAnsi="Microsoft PhagsPa"/>
          <w:sz w:val="22"/>
        </w:rPr>
      </w:pPr>
    </w:p>
    <w:p w:rsidR="0099024B" w:rsidRPr="00874329" w:rsidRDefault="0099024B" w:rsidP="0099024B">
      <w:pPr>
        <w:jc w:val="both"/>
        <w:rPr>
          <w:rFonts w:ascii="Microsoft PhagsPa" w:hAnsi="Microsoft PhagsPa"/>
          <w:sz w:val="52"/>
          <w:szCs w:val="56"/>
        </w:rPr>
      </w:pPr>
    </w:p>
    <w:sectPr w:rsidR="0099024B" w:rsidRPr="00874329" w:rsidSect="0041004A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24B"/>
    <w:rsid w:val="0041004A"/>
    <w:rsid w:val="00874329"/>
    <w:rsid w:val="00947E4D"/>
    <w:rsid w:val="0099024B"/>
    <w:rsid w:val="00994B37"/>
    <w:rsid w:val="00F2785E"/>
    <w:rsid w:val="00F60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rd">
    <w:name w:val="Normal"/>
    <w:qFormat/>
    <w:rPr>
      <w:sz w:val="24"/>
      <w:szCs w:val="24"/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rd">
    <w:name w:val="Normal"/>
    <w:qFormat/>
    <w:rPr>
      <w:sz w:val="24"/>
      <w:szCs w:val="24"/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186CD348</Template>
  <TotalTime>0</TotalTime>
  <Pages>5</Pages>
  <Words>204</Words>
  <Characters>1292</Characters>
  <Application>Microsoft Office Word</Application>
  <DocSecurity>4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Chibici-Revneanu</dc:creator>
  <cp:lastModifiedBy>benigna.nathusius</cp:lastModifiedBy>
  <cp:revision>2</cp:revision>
  <dcterms:created xsi:type="dcterms:W3CDTF">2017-09-19T11:26:00Z</dcterms:created>
  <dcterms:modified xsi:type="dcterms:W3CDTF">2017-09-19T11:26:00Z</dcterms:modified>
</cp:coreProperties>
</file>